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6F57A" w14:textId="03BD0D60" w:rsidR="00E85DDB" w:rsidRPr="00E85DDB" w:rsidRDefault="00E85DDB" w:rsidP="00E85DDB">
      <w:pPr>
        <w:rPr>
          <w:rFonts w:hint="eastAsia"/>
          <w:sz w:val="24"/>
          <w:szCs w:val="24"/>
        </w:rPr>
      </w:pPr>
      <w:r w:rsidRPr="00E85DDB">
        <w:rPr>
          <w:rFonts w:hint="eastAsia"/>
          <w:sz w:val="24"/>
          <w:szCs w:val="24"/>
        </w:rPr>
        <w:t>〔人様式６５〕（提出時に削除）</w:t>
      </w:r>
    </w:p>
    <w:p w14:paraId="3CEDD620" w14:textId="77777777" w:rsidR="00E85DDB" w:rsidRDefault="00E85DDB" w:rsidP="00094297">
      <w:pPr>
        <w:ind w:firstLineChars="100" w:firstLine="211"/>
        <w:rPr>
          <w:rFonts w:hint="eastAsia"/>
        </w:rPr>
      </w:pPr>
    </w:p>
    <w:p w14:paraId="70DCCE66" w14:textId="6B5B0E78" w:rsidR="00344736" w:rsidRPr="00860555" w:rsidRDefault="00F0309B" w:rsidP="00094297">
      <w:pPr>
        <w:ind w:firstLineChars="100" w:firstLine="211"/>
        <w:rPr>
          <w:rFonts w:ascii="?l?r ??fc"/>
          <w:snapToGrid w:val="0"/>
        </w:rPr>
      </w:pPr>
      <w:r w:rsidRPr="00860555">
        <w:rPr>
          <w:rFonts w:hint="eastAsia"/>
        </w:rPr>
        <w:t>様式２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1470"/>
        <w:gridCol w:w="2310"/>
        <w:gridCol w:w="1260"/>
        <w:gridCol w:w="1050"/>
      </w:tblGrid>
      <w:tr w:rsidR="00344736" w:rsidRPr="00860555" w14:paraId="11EB56FE" w14:textId="77777777">
        <w:trPr>
          <w:cantSplit/>
          <w:trHeight w:hRule="exact" w:val="630"/>
        </w:trPr>
        <w:tc>
          <w:tcPr>
            <w:tcW w:w="5670" w:type="dxa"/>
            <w:gridSpan w:val="3"/>
            <w:tcBorders>
              <w:top w:val="nil"/>
              <w:left w:val="nil"/>
            </w:tcBorders>
          </w:tcPr>
          <w:p w14:paraId="61E7130B" w14:textId="77777777" w:rsidR="00344736" w:rsidRPr="00860555" w:rsidRDefault="00344736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vAlign w:val="center"/>
          </w:tcPr>
          <w:p w14:paraId="78D26DBA" w14:textId="77777777" w:rsidR="00344736" w:rsidRPr="00860555" w:rsidRDefault="00E111DB">
            <w:pPr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所属長認印</w:t>
            </w:r>
          </w:p>
        </w:tc>
        <w:tc>
          <w:tcPr>
            <w:tcW w:w="1050" w:type="dxa"/>
            <w:vAlign w:val="center"/>
          </w:tcPr>
          <w:p w14:paraId="3BC86584" w14:textId="77777777" w:rsidR="00344736" w:rsidRPr="00860555" w:rsidRDefault="00344736">
            <w:pPr>
              <w:rPr>
                <w:rFonts w:ascii="?l?r ??fc"/>
                <w:snapToGrid w:val="0"/>
              </w:rPr>
            </w:pPr>
          </w:p>
        </w:tc>
      </w:tr>
      <w:tr w:rsidR="00344736" w:rsidRPr="00860555" w14:paraId="2CFF63ED" w14:textId="77777777">
        <w:trPr>
          <w:trHeight w:hRule="exact" w:val="4620"/>
        </w:trPr>
        <w:tc>
          <w:tcPr>
            <w:tcW w:w="7980" w:type="dxa"/>
            <w:gridSpan w:val="5"/>
          </w:tcPr>
          <w:p w14:paraId="0C75002E" w14:textId="77777777" w:rsidR="00344736" w:rsidRPr="00860555" w:rsidRDefault="00344736">
            <w:pPr>
              <w:spacing w:line="480" w:lineRule="auto"/>
              <w:rPr>
                <w:rFonts w:ascii="?l?r ??fc"/>
                <w:snapToGrid w:val="0"/>
              </w:rPr>
            </w:pPr>
          </w:p>
          <w:p w14:paraId="7F949722" w14:textId="77777777" w:rsidR="00344736" w:rsidRPr="00860555" w:rsidRDefault="00E111DB">
            <w:pPr>
              <w:spacing w:line="360" w:lineRule="auto"/>
              <w:jc w:val="center"/>
              <w:rPr>
                <w:rFonts w:ascii="?l?r ??fc"/>
                <w:snapToGrid w:val="0"/>
              </w:rPr>
            </w:pPr>
            <w:r w:rsidRPr="00860555">
              <w:rPr>
                <w:snapToGrid w:val="0"/>
              </w:rPr>
              <w:fldChar w:fldCharType="begin"/>
            </w:r>
            <w:r w:rsidRPr="00860555">
              <w:rPr>
                <w:snapToGrid w:val="0"/>
              </w:rPr>
              <w:instrText>eq \o \ad(\s \up 6(</w:instrText>
            </w:r>
            <w:r w:rsidRPr="00860555">
              <w:rPr>
                <w:rFonts w:hint="eastAsia"/>
                <w:snapToGrid w:val="0"/>
              </w:rPr>
              <w:instrText xml:space="preserve">　　　　　　追加　</w:instrText>
            </w:r>
            <w:r w:rsidRPr="00860555">
              <w:rPr>
                <w:snapToGrid w:val="0"/>
              </w:rPr>
              <w:instrText>),</w:instrText>
            </w:r>
            <w:r w:rsidRPr="00860555">
              <w:rPr>
                <w:rFonts w:hint="eastAsia"/>
                <w:snapToGrid w:val="0"/>
              </w:rPr>
              <w:instrText>履歴記載事項　　届</w:instrText>
            </w:r>
            <w:r w:rsidRPr="00860555">
              <w:rPr>
                <w:snapToGrid w:val="0"/>
              </w:rPr>
              <w:instrText>,\s \up-6(</w:instrText>
            </w:r>
            <w:r w:rsidRPr="00860555">
              <w:rPr>
                <w:rFonts w:hint="eastAsia"/>
                <w:snapToGrid w:val="0"/>
              </w:rPr>
              <w:instrText xml:space="preserve">　　　　　　変更　</w:instrText>
            </w:r>
            <w:r w:rsidRPr="00860555">
              <w:rPr>
                <w:snapToGrid w:val="0"/>
              </w:rPr>
              <w:instrText>),</w:instrText>
            </w:r>
            <w:r w:rsidRPr="00860555">
              <w:rPr>
                <w:rFonts w:hint="eastAsia"/>
                <w:snapToGrid w:val="0"/>
              </w:rPr>
              <w:instrText xml:space="preserve">　　　　　　　　　　　　　</w:instrText>
            </w:r>
            <w:r w:rsidRPr="00860555">
              <w:rPr>
                <w:snapToGrid w:val="0"/>
              </w:rPr>
              <w:instrText>)</w:instrText>
            </w:r>
            <w:r w:rsidRPr="00860555">
              <w:rPr>
                <w:snapToGrid w:val="0"/>
              </w:rPr>
              <w:fldChar w:fldCharType="end"/>
            </w:r>
            <w:r w:rsidRPr="00860555">
              <w:rPr>
                <w:rFonts w:hint="eastAsia"/>
                <w:snapToGrid w:val="0"/>
                <w:vanish/>
              </w:rPr>
              <w:t>履歴記載事項追加変更届</w:t>
            </w:r>
          </w:p>
          <w:p w14:paraId="0276FCED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年　　月　　日　</w:t>
            </w:r>
          </w:p>
          <w:p w14:paraId="29D1B018" w14:textId="77777777" w:rsidR="00344736" w:rsidRPr="00860555" w:rsidRDefault="00344736">
            <w:pPr>
              <w:spacing w:line="190" w:lineRule="exact"/>
              <w:rPr>
                <w:rFonts w:ascii="?l?r ??fc"/>
                <w:snapToGrid w:val="0"/>
              </w:rPr>
            </w:pPr>
          </w:p>
          <w:p w14:paraId="6C5D51B3" w14:textId="77777777" w:rsidR="00344736" w:rsidRPr="00860555" w:rsidRDefault="00BA5C66">
            <w:pPr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　　　　立　　　　　学校長</w:t>
            </w:r>
            <w:r w:rsidR="00E111DB" w:rsidRPr="00860555">
              <w:rPr>
                <w:rFonts w:hint="eastAsia"/>
                <w:snapToGrid w:val="0"/>
              </w:rPr>
              <w:t xml:space="preserve">　殿</w:t>
            </w:r>
          </w:p>
          <w:p w14:paraId="53142DB9" w14:textId="77777777" w:rsidR="00344736" w:rsidRPr="00860555" w:rsidRDefault="00344736">
            <w:pPr>
              <w:spacing w:line="190" w:lineRule="exact"/>
              <w:rPr>
                <w:rFonts w:ascii="?l?r ??fc"/>
                <w:snapToGrid w:val="0"/>
              </w:rPr>
            </w:pPr>
          </w:p>
          <w:p w14:paraId="482AE90C" w14:textId="77777777" w:rsidR="00344736" w:rsidRPr="00860555" w:rsidRDefault="00E111DB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所　　属　　　　　　　　　　</w:t>
            </w:r>
          </w:p>
          <w:p w14:paraId="313B5F35" w14:textId="77777777" w:rsidR="00344736" w:rsidRPr="00860555" w:rsidRDefault="00344736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</w:p>
          <w:p w14:paraId="4DC032AB" w14:textId="77777777" w:rsidR="00344736" w:rsidRPr="00860555" w:rsidRDefault="00E111DB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職　　名　　　　　　　　　　</w:t>
            </w:r>
          </w:p>
          <w:p w14:paraId="6164AFB9" w14:textId="77777777" w:rsidR="00344736" w:rsidRPr="00860555" w:rsidRDefault="00344736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</w:p>
          <w:p w14:paraId="6EB631BB" w14:textId="77777777" w:rsidR="00344736" w:rsidRPr="00860555" w:rsidRDefault="00E111DB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職員番号　　　　　　　　　　</w:t>
            </w:r>
          </w:p>
          <w:p w14:paraId="5E9ED7DB" w14:textId="77777777" w:rsidR="00344736" w:rsidRPr="00860555" w:rsidRDefault="00344736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</w:p>
          <w:p w14:paraId="0ECBCF64" w14:textId="2C7D158B" w:rsidR="00344736" w:rsidRPr="00860555" w:rsidRDefault="00E111DB">
            <w:pPr>
              <w:spacing w:line="210" w:lineRule="exact"/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氏　　名　　　　　　　　</w:t>
            </w:r>
            <w:r w:rsidR="00E85DDB">
              <w:rPr>
                <w:rFonts w:hint="eastAsia"/>
                <w:snapToGrid w:val="0"/>
              </w:rPr>
              <w:t xml:space="preserve">　</w:t>
            </w:r>
            <w:r w:rsidRPr="00860555">
              <w:rPr>
                <w:rFonts w:hint="eastAsia"/>
                <w:snapToGrid w:val="0"/>
              </w:rPr>
              <w:t xml:space="preserve">　</w:t>
            </w:r>
          </w:p>
          <w:p w14:paraId="3BDFF935" w14:textId="77777777" w:rsidR="00344736" w:rsidRPr="00860555" w:rsidRDefault="00344736">
            <w:pPr>
              <w:spacing w:line="210" w:lineRule="exact"/>
              <w:rPr>
                <w:rFonts w:ascii="?l?r ??fc"/>
                <w:snapToGrid w:val="0"/>
              </w:rPr>
            </w:pPr>
          </w:p>
          <w:p w14:paraId="1A6843D8" w14:textId="77777777" w:rsidR="00344736" w:rsidRPr="00860555" w:rsidRDefault="00E111DB">
            <w:pPr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　下記のとおりお届けします。</w:t>
            </w:r>
          </w:p>
        </w:tc>
      </w:tr>
      <w:tr w:rsidR="00344736" w:rsidRPr="00860555" w14:paraId="6A9A524F" w14:textId="77777777">
        <w:trPr>
          <w:cantSplit/>
          <w:trHeight w:hRule="exact" w:val="700"/>
        </w:trPr>
        <w:tc>
          <w:tcPr>
            <w:tcW w:w="1890" w:type="dxa"/>
            <w:vAlign w:val="center"/>
          </w:tcPr>
          <w:p w14:paraId="5CA94640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事項</w:t>
            </w:r>
          </w:p>
        </w:tc>
        <w:tc>
          <w:tcPr>
            <w:tcW w:w="1470" w:type="dxa"/>
            <w:vAlign w:val="center"/>
          </w:tcPr>
          <w:p w14:paraId="64F8E635" w14:textId="77777777" w:rsidR="00344736" w:rsidRPr="00860555" w:rsidRDefault="00E111DB">
            <w:pPr>
              <w:jc w:val="center"/>
              <w:rPr>
                <w:rFonts w:ascii="?l?r ??fc"/>
                <w:snapToGrid w:val="0"/>
              </w:rPr>
            </w:pPr>
            <w:r w:rsidRPr="00860555">
              <w:rPr>
                <w:snapToGrid w:val="0"/>
              </w:rPr>
              <w:fldChar w:fldCharType="begin"/>
            </w:r>
            <w:r w:rsidRPr="00860555">
              <w:rPr>
                <w:snapToGrid w:val="0"/>
              </w:rPr>
              <w:instrText>eq \o \ac(\s \up 6(</w:instrText>
            </w:r>
            <w:r w:rsidRPr="00860555">
              <w:rPr>
                <w:rFonts w:hint="eastAsia"/>
                <w:snapToGrid w:val="0"/>
              </w:rPr>
              <w:instrText>追加</w:instrText>
            </w:r>
            <w:r w:rsidRPr="00860555">
              <w:rPr>
                <w:snapToGrid w:val="0"/>
              </w:rPr>
              <w:instrText>),\s \up-6(</w:instrText>
            </w:r>
            <w:r w:rsidRPr="00860555">
              <w:rPr>
                <w:rFonts w:hint="eastAsia"/>
                <w:snapToGrid w:val="0"/>
              </w:rPr>
              <w:instrText>変更</w:instrText>
            </w:r>
            <w:r w:rsidRPr="00860555">
              <w:rPr>
                <w:snapToGrid w:val="0"/>
              </w:rPr>
              <w:instrText>))</w:instrText>
            </w:r>
            <w:r w:rsidRPr="00860555">
              <w:rPr>
                <w:snapToGrid w:val="0"/>
              </w:rPr>
              <w:fldChar w:fldCharType="end"/>
            </w:r>
            <w:r w:rsidRPr="00860555">
              <w:rPr>
                <w:rFonts w:hint="eastAsia"/>
                <w:snapToGrid w:val="0"/>
                <w:vanish/>
              </w:rPr>
              <w:t>追加変更</w:t>
            </w:r>
            <w:r w:rsidRPr="00860555"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3570" w:type="dxa"/>
            <w:gridSpan w:val="2"/>
            <w:vAlign w:val="center"/>
          </w:tcPr>
          <w:p w14:paraId="3BA45ABE" w14:textId="77777777" w:rsidR="00344736" w:rsidRPr="00860555" w:rsidRDefault="00E111DB">
            <w:pPr>
              <w:jc w:val="center"/>
              <w:rPr>
                <w:rFonts w:ascii="?l?r ??fc"/>
                <w:snapToGrid w:val="0"/>
              </w:rPr>
            </w:pPr>
            <w:r w:rsidRPr="00860555">
              <w:rPr>
                <w:snapToGrid w:val="0"/>
              </w:rPr>
              <w:fldChar w:fldCharType="begin"/>
            </w:r>
            <w:r w:rsidRPr="00860555">
              <w:rPr>
                <w:snapToGrid w:val="0"/>
              </w:rPr>
              <w:instrText>eq \o \ac(\s \up 6(</w:instrText>
            </w:r>
            <w:r w:rsidRPr="00860555">
              <w:rPr>
                <w:rFonts w:hint="eastAsia"/>
                <w:snapToGrid w:val="0"/>
              </w:rPr>
              <w:instrText>追　加</w:instrText>
            </w:r>
            <w:r w:rsidRPr="00860555">
              <w:rPr>
                <w:snapToGrid w:val="0"/>
              </w:rPr>
              <w:instrText>),\s \up-6(</w:instrText>
            </w:r>
            <w:r w:rsidRPr="00860555">
              <w:rPr>
                <w:rFonts w:hint="eastAsia"/>
                <w:snapToGrid w:val="0"/>
              </w:rPr>
              <w:instrText>変　更</w:instrText>
            </w:r>
            <w:r w:rsidRPr="00860555">
              <w:rPr>
                <w:snapToGrid w:val="0"/>
              </w:rPr>
              <w:instrText>))</w:instrText>
            </w:r>
            <w:r w:rsidRPr="00860555">
              <w:rPr>
                <w:snapToGrid w:val="0"/>
              </w:rPr>
              <w:fldChar w:fldCharType="end"/>
            </w:r>
            <w:r w:rsidRPr="00860555">
              <w:rPr>
                <w:rFonts w:hint="eastAsia"/>
                <w:snapToGrid w:val="0"/>
                <w:vanish/>
              </w:rPr>
              <w:t>追　加変　更</w:t>
            </w:r>
            <w:r w:rsidRPr="00860555">
              <w:rPr>
                <w:rFonts w:hint="eastAsia"/>
                <w:snapToGrid w:val="0"/>
              </w:rPr>
              <w:t xml:space="preserve">　事　項</w:t>
            </w:r>
          </w:p>
        </w:tc>
        <w:tc>
          <w:tcPr>
            <w:tcW w:w="1050" w:type="dxa"/>
            <w:vAlign w:val="center"/>
          </w:tcPr>
          <w:p w14:paraId="2B39FC8C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添付書類</w:t>
            </w:r>
          </w:p>
        </w:tc>
      </w:tr>
      <w:tr w:rsidR="00344736" w:rsidRPr="00860555" w14:paraId="14E6CC13" w14:textId="77777777">
        <w:trPr>
          <w:cantSplit/>
          <w:trHeight w:hRule="exact" w:val="700"/>
        </w:trPr>
        <w:tc>
          <w:tcPr>
            <w:tcW w:w="1890" w:type="dxa"/>
            <w:vAlign w:val="center"/>
          </w:tcPr>
          <w:p w14:paraId="3D549D88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学歴</w:t>
            </w:r>
          </w:p>
        </w:tc>
        <w:tc>
          <w:tcPr>
            <w:tcW w:w="1470" w:type="dxa"/>
            <w:vAlign w:val="center"/>
          </w:tcPr>
          <w:p w14:paraId="722C3568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年　</w:t>
            </w:r>
          </w:p>
          <w:p w14:paraId="2509D02B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月　　日</w:t>
            </w:r>
          </w:p>
        </w:tc>
        <w:tc>
          <w:tcPr>
            <w:tcW w:w="3570" w:type="dxa"/>
            <w:gridSpan w:val="2"/>
            <w:vAlign w:val="center"/>
          </w:tcPr>
          <w:p w14:paraId="0483BEFE" w14:textId="77777777" w:rsidR="00344736" w:rsidRPr="00860555" w:rsidRDefault="00344736">
            <w:pPr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14:paraId="4D42C0AF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卒　　業証明書</w:t>
            </w:r>
          </w:p>
        </w:tc>
      </w:tr>
      <w:tr w:rsidR="00344736" w:rsidRPr="00860555" w14:paraId="75908EA9" w14:textId="77777777">
        <w:trPr>
          <w:cantSplit/>
          <w:trHeight w:hRule="exact" w:val="700"/>
        </w:trPr>
        <w:tc>
          <w:tcPr>
            <w:tcW w:w="1890" w:type="dxa"/>
            <w:vAlign w:val="center"/>
          </w:tcPr>
          <w:p w14:paraId="752FA7DA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免許資格</w:t>
            </w:r>
          </w:p>
        </w:tc>
        <w:tc>
          <w:tcPr>
            <w:tcW w:w="1470" w:type="dxa"/>
            <w:vAlign w:val="center"/>
          </w:tcPr>
          <w:p w14:paraId="404743D1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年　</w:t>
            </w:r>
          </w:p>
          <w:p w14:paraId="090178E1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月　　日</w:t>
            </w:r>
          </w:p>
        </w:tc>
        <w:tc>
          <w:tcPr>
            <w:tcW w:w="3570" w:type="dxa"/>
            <w:gridSpan w:val="2"/>
            <w:vAlign w:val="center"/>
          </w:tcPr>
          <w:p w14:paraId="1886FBF3" w14:textId="77777777" w:rsidR="00344736" w:rsidRPr="00860555" w:rsidRDefault="00344736">
            <w:pPr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14:paraId="0D7C5333" w14:textId="77777777" w:rsidR="00344736" w:rsidRPr="00860555" w:rsidRDefault="00E111DB">
            <w:pPr>
              <w:spacing w:line="210" w:lineRule="exact"/>
              <w:jc w:val="center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免許資格取得証明書</w:t>
            </w:r>
            <w:r w:rsidRPr="00860555">
              <w:rPr>
                <w:snapToGrid w:val="0"/>
              </w:rPr>
              <w:t>(</w:t>
            </w:r>
            <w:r w:rsidRPr="00860555">
              <w:rPr>
                <w:rFonts w:hint="eastAsia"/>
                <w:snapToGrid w:val="0"/>
              </w:rPr>
              <w:t>写し</w:t>
            </w:r>
            <w:r w:rsidRPr="00860555">
              <w:rPr>
                <w:snapToGrid w:val="0"/>
              </w:rPr>
              <w:t>)</w:t>
            </w:r>
          </w:p>
        </w:tc>
      </w:tr>
      <w:tr w:rsidR="00344736" w:rsidRPr="00860555" w14:paraId="5839D6DD" w14:textId="77777777">
        <w:trPr>
          <w:cantSplit/>
          <w:trHeight w:hRule="exact" w:val="700"/>
        </w:trPr>
        <w:tc>
          <w:tcPr>
            <w:tcW w:w="1890" w:type="dxa"/>
            <w:vAlign w:val="center"/>
          </w:tcPr>
          <w:p w14:paraId="45BDE002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その他</w:t>
            </w:r>
          </w:p>
        </w:tc>
        <w:tc>
          <w:tcPr>
            <w:tcW w:w="1470" w:type="dxa"/>
            <w:vAlign w:val="center"/>
          </w:tcPr>
          <w:p w14:paraId="204774E3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 xml:space="preserve">年　</w:t>
            </w:r>
          </w:p>
          <w:p w14:paraId="705BD8DE" w14:textId="77777777" w:rsidR="00344736" w:rsidRPr="00860555" w:rsidRDefault="00E111DB">
            <w:pPr>
              <w:jc w:val="right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月　　日</w:t>
            </w:r>
          </w:p>
        </w:tc>
        <w:tc>
          <w:tcPr>
            <w:tcW w:w="3570" w:type="dxa"/>
            <w:gridSpan w:val="2"/>
            <w:vAlign w:val="center"/>
          </w:tcPr>
          <w:p w14:paraId="0E9BA387" w14:textId="77777777" w:rsidR="00344736" w:rsidRPr="00860555" w:rsidRDefault="00344736">
            <w:pPr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14:paraId="03DD34A9" w14:textId="77777777" w:rsidR="00344736" w:rsidRPr="00860555" w:rsidRDefault="00E111DB">
            <w:pPr>
              <w:jc w:val="distribute"/>
              <w:rPr>
                <w:rFonts w:ascii="?l?r ??fc"/>
                <w:snapToGrid w:val="0"/>
              </w:rPr>
            </w:pPr>
            <w:r w:rsidRPr="00860555">
              <w:rPr>
                <w:rFonts w:hint="eastAsia"/>
                <w:snapToGrid w:val="0"/>
              </w:rPr>
              <w:t>証明書</w:t>
            </w:r>
          </w:p>
        </w:tc>
      </w:tr>
    </w:tbl>
    <w:p w14:paraId="3DF4C137" w14:textId="77777777" w:rsidR="00E111DB" w:rsidRDefault="00E111DB">
      <w:pPr>
        <w:spacing w:before="120"/>
        <w:rPr>
          <w:rFonts w:ascii="?l?r ??fc"/>
          <w:snapToGrid w:val="0"/>
        </w:rPr>
      </w:pPr>
      <w:r w:rsidRPr="00860555">
        <w:rPr>
          <w:rFonts w:hint="eastAsia"/>
          <w:snapToGrid w:val="0"/>
        </w:rPr>
        <w:t xml:space="preserve">　備考　用紙の大きさは、日本工業規格Ａ４とする。</w:t>
      </w:r>
    </w:p>
    <w:sectPr w:rsidR="00E111DB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58738" w14:textId="77777777" w:rsidR="00422A5E" w:rsidRDefault="00422A5E">
      <w:r>
        <w:separator/>
      </w:r>
    </w:p>
  </w:endnote>
  <w:endnote w:type="continuationSeparator" w:id="0">
    <w:p w14:paraId="6981EEAD" w14:textId="77777777" w:rsidR="00422A5E" w:rsidRDefault="0042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7F370" w14:textId="77777777" w:rsidR="00422A5E" w:rsidRDefault="00422A5E">
      <w:r>
        <w:separator/>
      </w:r>
    </w:p>
  </w:footnote>
  <w:footnote w:type="continuationSeparator" w:id="0">
    <w:p w14:paraId="37E2D7FF" w14:textId="77777777" w:rsidR="00422A5E" w:rsidRDefault="00422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77FF8"/>
    <w:rsid w:val="00094297"/>
    <w:rsid w:val="002C3928"/>
    <w:rsid w:val="00344736"/>
    <w:rsid w:val="003B6490"/>
    <w:rsid w:val="00422A5E"/>
    <w:rsid w:val="00552D2C"/>
    <w:rsid w:val="006767A5"/>
    <w:rsid w:val="0085211F"/>
    <w:rsid w:val="00860555"/>
    <w:rsid w:val="00A77FF8"/>
    <w:rsid w:val="00BA5C66"/>
    <w:rsid w:val="00DD3D79"/>
    <w:rsid w:val="00E111DB"/>
    <w:rsid w:val="00E85DDB"/>
    <w:rsid w:val="00F0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B34EAC"/>
  <w14:defaultImageDpi w14:val="0"/>
  <w15:docId w15:val="{ED730AAB-FA30-47F7-8398-B21DDB4F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Balloon Text"/>
    <w:basedOn w:val="a"/>
    <w:link w:val="a9"/>
    <w:uiPriority w:val="99"/>
    <w:semiHidden/>
    <w:unhideWhenUsed/>
    <w:rsid w:val="003B6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64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subject> </dc:subject>
  <dc:creator>第一法規株式会社</dc:creator>
  <cp:keywords> </cp:keywords>
  <dc:description> </dc:description>
  <cp:lastModifiedBy>奥平　剛</cp:lastModifiedBy>
  <cp:revision>11</cp:revision>
  <cp:lastPrinted>2018-01-04T11:34:00Z</cp:lastPrinted>
  <dcterms:created xsi:type="dcterms:W3CDTF">2017-12-21T14:14:00Z</dcterms:created>
  <dcterms:modified xsi:type="dcterms:W3CDTF">2025-01-30T02:34:00Z</dcterms:modified>
</cp:coreProperties>
</file>